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0001 01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1185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254   21.43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58    4.89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507   42.78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366   30.89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513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127   24.76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25    4.87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299   58.28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62   12.09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43.29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50.00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43.10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58.97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16.94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>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6    5.77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6    5.77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9    8.65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7    6.73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22   21.15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25   24.04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25   24.04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3.85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26   22.41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59   50.86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18   15.52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13   11.21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71   95.95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4.05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100.00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20    7.12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206   73.31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54   19.22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111   38.54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1     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62   21.53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4    1.39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4    1.39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15    5.21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89   30.90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235   99.58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190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>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12   63.16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7   36.84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2   10.53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5   26.32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12   63.16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162   43.20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115   30.67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98   26.13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147   38.99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230   61.01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296   99.66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211   57.18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158   42.82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296   99.66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286   99.65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380   98.19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7    1.81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0002 02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1181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229   19.39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81    6.86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442   37.43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429   36.33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430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111   25.81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26    6.05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231   53.72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62   14.42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36.41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48.47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32.10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52.26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14.45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5    5.81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4    4.65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3    3.49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8    9.30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16   18.60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21   24.42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24   27.91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5.81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25   24.51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59   57.84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9    8.82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8.82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65   95.59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4.41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>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18    8.26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169   77.52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30   13.76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87   39.19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1     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59   26.58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5    2.25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1     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2     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4    1.80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62   27.93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190   99.48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166   99.40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11   73.33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26.67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2   10.53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3   15.79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3   15.79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57.89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124   37.46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137   41.39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70   21.15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101   30.61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229   69.39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271   99.63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184   57.50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136   42.50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275   99.28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256   98.84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339   99.41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.59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0003 03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1293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239   18.48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53    4.10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535   41.38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466   36.04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507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113   22.29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12    2.37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306   60.36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76   14.99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39.21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47.28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22.64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57.20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16.31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3    3.16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5    5.26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6    6.32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11   11.58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25   26.32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22   23.16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19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4.21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21   19.44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62   57.41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17   15.74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 7.41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69   92.00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8.00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16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21    7.32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208   72.47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55   19.16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98   33.79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1     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58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2     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3    1.03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1     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6    2.07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120   41.38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241   97.97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2.03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201   98.53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5   55.56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44.44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1   11.11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1   11.11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2   22.22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55.56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>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160   43.48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114   30.98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93   25.27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153   41.58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213   57.88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292   97.01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2.99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214   58.31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151   41.14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291   99.32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277   98.23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1.77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381   98.45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1.55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0004 04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1497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283   18.90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85    5.68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619   41.35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510   34.07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617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144   23.34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30    4.86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356   57.70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87   14.10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41.22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50.88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35.29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57.51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17.06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13   10.40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14   11.20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6    4.80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4    3.20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22   17.60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31   24.80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32   25.60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2.40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39   28.89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69   51.11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16   11.85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8.15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84   94.38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5.62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11    3.32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268   80.97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51   15.41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146   43.07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56   16.52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3     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3     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5    1.47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1     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1     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5    1.47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118   34.81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293   99.32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243   99.59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19   82.61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17.39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1    4.35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1    4.35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13   56.52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34.78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189   41.45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151   33.11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116   25.44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169   36.82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290   63.18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376   99.21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282   63.51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160   36.04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372   99.47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358   99.44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465   97.89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2.11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0005 05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1555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298   19.16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73    4.69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681   43.79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503   32.35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698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151   21.63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29    4.15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432   61.89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86   12.32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44.89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50.67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39.73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63.44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17.10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8    6.78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7    5.93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8    6.78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6    5.08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25   21.19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27   22.88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31   26.27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5.08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39   28.47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58   42.34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24   17.52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16   11.68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83   93.26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6.74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30    7.58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305   77.02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60   15.15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151   37.19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2     .49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86   21.18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2     .49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4     .99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6    1.48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154   37.93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360   99.72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280   98.94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1.06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15   78.95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21.05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2   10.00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1    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3   15.00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14   70.00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100.00</w:t>
      </w:r>
    </w:p>
    <w:p w:rsidR="0019469F" w:rsidRDefault="0019469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 w:type="page"/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224   45.34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135   27.33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135   27.33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205   42.27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279   57.53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412   99.04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.96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273   57.35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203   42.65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397   99.50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385   99.48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551   99.10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0006 13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838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104   12.41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42    5.01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504   60.14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188   22.43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454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52   11.45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BALLOTS CAST - INDEPENDENT.  .  .  .  .  .     19    4.19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347   76.43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36    7.93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54.18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50.00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45.24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68.85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19.15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1    2.70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2    5.41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7   18.92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7   18.92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8   21.62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12   32.43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12   24.49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30   61.22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4    8.16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6.12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20   95.24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4.76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14    4.29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268   82.21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43   13.19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124   37.01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53   15.82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2     .60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1     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9    2.69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6    1.79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139   41.49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1     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293   99.32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224   99.12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7   53.85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46.15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1    7.69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5   38.46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7   53.85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160   51.45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72   23.15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78   25.08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128   42.38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174   57.62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234   98.32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1.68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164   54.85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135   45.15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228   99.13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.87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224   98.68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357   99.72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323   96.71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3.29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54   12.19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216   48.76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173   39.05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45   11.39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100   25.32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250   63.29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0007 14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 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 8    8.25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 1    1.03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 68   70.10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 20   20.62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 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 4    6.90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 48   82.76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 6   10.34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59.79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50.00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70.59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30.00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1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66.67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 1    2.08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 37   77.08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10   20.83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18   37.50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 5   10.42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2    4.17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2    4.17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1    2.08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20   41.67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42   95.45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4.55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 37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25   56.82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10   22.73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 9   20.45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22   52.38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 20   47.62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 34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 23   58.97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16   41.03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 35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34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 50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 52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13   22.41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 25   43.10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 20   34.48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5    9.62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18   34.62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 29   55.77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0008 15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516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96   18.60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26    5.04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259   50.19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135   26.16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247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46   18.62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 9    3.64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168   68.02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24    9.72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47.87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47.92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34.62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64.86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17.78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7   18.42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5   13.16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2    5.26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2    5.26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7   18.42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2    5.26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10   26.32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3    7.89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13   30.23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18   41.86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10   23.26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4.65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33   97.06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2.94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10    6.49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114   74.03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30   19.48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44   26.99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11    6.75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1     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1     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1     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1     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104   63.80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145   97.97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2.03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124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4   80.00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5   62.50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2   25.00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12.50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83   44.62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57   30.65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46   24.73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72   36.92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123   63.08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160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102   52.85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91   47.15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163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152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177   99.44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187   99.47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15    6.30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119   50.00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104   43.70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14    7.07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69   34.85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115   58.08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0009 17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682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81   11.88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27    3.96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396   58.06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178   26.10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337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48   14.24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11    3.26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239   70.92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39   11.57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49.41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59.26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40.74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60.35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21.91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2    5.13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1    2.56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3    7.69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7   17.95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11   28.21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10   25.64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 4   10.26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2.56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 9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29   64.44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4    8.89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27   93.10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6.90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22    9.61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183   79.91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22    9.61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.87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96   42.11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35   15.35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1     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1     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6    2.63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8    3.51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81   35.53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211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167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5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1   14.29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2   28.57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57.14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121   49.79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60   24.69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62   25.51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100   42.92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133   57.08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195   99.49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144   63.72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82   36.28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186   99.47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182   99.45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271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243   98.78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25    7.51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148   44.44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160   48.05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20    6.39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99   31.63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192   61.34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.64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0010 18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 95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10   10.53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 2    2.11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 62   65.26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 21   22.11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 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 41   93.18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 3    6.82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46.32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66.13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14.29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 1    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 26   65.00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13   32.50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13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 4   10.26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2    5.13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20   51.28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31   93.94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6.06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 21   95.45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4.55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18   78.26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Val Hoyle  .  .  .  .  .  .  .  .  .  .  .      4   17.39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 1    4.35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16   72.73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  5   22.73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4.55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 16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 16   64.00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 9   36.00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 17   94.44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5.56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15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 27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 28   96.55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3.45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 5   12.50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 18   45.00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 15   37.50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3    9.38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 4   12.50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 25   78.13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0011 19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352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69   19.60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25    7.10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 76   21.59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182   51.70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 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25   27.17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13   14.13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 34   36.96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20   21.74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26.14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36.23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52.00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44.74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10.99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2   10.00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2   10.00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4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7   35.00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2   10.00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 3   15.00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 8   34.78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 9   39.13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5   21.74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4.35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18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 5   15.63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 24   75.00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 3    9.38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 7   20.59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 7   20.59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1    2.94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19   55.88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31   96.88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3.13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 28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7   77.78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22.22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2   18.18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1    9.09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2   18.18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54.55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25   31.65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35   44.30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19   24.05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29   36.25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 51   63.75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 61   92.42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7.58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 41   51.90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38   48.10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 64   98.46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1.54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59   95.16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4.84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 70   97.22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2.78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 73   97.33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2.67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10   11.90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 25   29.76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 48   57.14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10   12.66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32   40.51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 36   45.57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0012 20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 83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15   18.07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 5    6.02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REGISTERED VOTERS - REPUBLICAN  .  .  .  .     34   40.96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 29   34.94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 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 5   27.78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 1    5.56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 12   66.67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21.69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35.29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1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2   40.00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 2   40.00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 4   80.00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1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4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 3   27.27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  8   72.73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 4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1    8.33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1    8.33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2   16.67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 4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9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 10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 4   30.77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 9   69.23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 4   23.53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 13   76.47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 15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Rex Armstrong .  .  .  .  .  .  .  .  .  .      8   53.33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 7   46.67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 13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13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 13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 11   84.62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15.38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 4   30.77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  5   38.46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  4   30.77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 9   56.25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  7   43.75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0013 21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190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17    8.95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 6    3.16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129   67.89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 38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 94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11   11.70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 3    3.19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 74   78.72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 6    6.38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49.47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64.71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50.00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VOTER TURNOUT - REPUBLICAN.  .  .  .  .  .          57.36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15.79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1   11.11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1   11.11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3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2   22.22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 2   22.22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 3   30.00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 5   50.00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2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8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 9   12.68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 55   77.46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 7    9.86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24   32.43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14   18.92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36   48.65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64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 47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26   44.83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12   20.69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20   34.48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28   48.28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 30   51.72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 45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 29   51.79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27   48.21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 45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42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 71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 64   94.12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5.88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20   22.22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 41   45.56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 29   32.22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7    8.05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20   22.99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 60   68.97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0014 22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749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183   24.43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35    4.67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295   39.39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236   31.51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324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106   32.72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19    5.86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160   49.38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39   12.04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43.26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57.92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54.29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54.24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16.53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6    6.90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5    5.75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5    5.75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4    4.60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26   29.89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13   14.94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27   31.03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23   23.23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68   68.69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7    7.07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1.01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64   96.97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3.03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16   10.81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 90   60.81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41   27.70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41   27.52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1     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23   15.44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4    2.68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4    2.68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7    4.70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66   44.30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2.01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122   95.31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4.69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102   96.23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3.77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6   75.00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25.00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2   16.67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1    8.33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4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41.67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94   40.17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108   46.15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31   13.25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78   32.91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158   66.67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184   98.92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1.08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138   59.23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95   40.77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175   98.87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1.13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168   98.82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1.18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199   97.07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6    2.93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196   95.15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4.85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25    8.28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117   38.74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156   51.66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1.32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13    5.75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104   46.02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105   46.46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1.77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0015 24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851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147   17.27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36    4.23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504   59.22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164   19.27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521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97   18.62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21    4.03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350   67.18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53   10.17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61.22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65.99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58.33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69.44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32.32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3    3.85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3    3.85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2    2.56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5    6.41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28   35.90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18   23.08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17   21.79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2.56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14   15.22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Kate Brown .  .  .  .  .  .  .  .  .  .  .     68   73.91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8    8.70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2.17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54   98.18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13    3.98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275   84.10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39   11.93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151   46.18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60   18.35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1     .31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1     .31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5    1.53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3     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102   31.19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1.22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287   98.97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232   98.72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1.28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7   87.50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12.50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1    7.69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Patrick Starnes  .  .  .  .  .  .  .  .  .      6   46.15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46.15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172   49.57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102   29.39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71   20.46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120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238   66.11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291   97.00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3.00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233   65.27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122   34.17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292   97.66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7    2.34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270   96.43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3.57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388   97.49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2.51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377   97.16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2.84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Mike Downing  .  .  .  .  .  .  .  .  .  .     45    8.95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232   46.12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226   44.93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67   14.23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162   34.39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242   51.38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0016 25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339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59   17.40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16    4.72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162   47.79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102   30.09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140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28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 7    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 94   67.14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11    7.86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41.30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47.46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          43.75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58.02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10.78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5   27.78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1    5.56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2   11.11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4   22.22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2   11.11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 4   22.22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 4   16.00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13   52.00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4   16.00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16.00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17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Randy Pollock .  .  .  .  .  .  .  .  .  .      5    5.68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 65   73.86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18   20.45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27   29.03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10   10.75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1    1.08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3    3.23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6    6.45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46   49.46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76   98.70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 54   98.18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1.82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4   66.67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1   14.29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1   14.29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71.43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54   56.25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20   20.83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22   22.92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42   40.78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 61   59.22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 79   96.34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3.66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 63   64.95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34   35.05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 84   97.67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2.33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74   96.10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3.90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 99   96.12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3.88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 94   94.95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5.05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14   11.11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 67   53.17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 44   34.92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.79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23   21.30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27   25.00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Brent Kerns.  .  .  .  .  .  .  .  .  .  .     57   52.78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.93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PRECINCT REPORT       Baker County, Oregon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Date:06/01/18     Primary Election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RUN TIME:09:38 AM     May 15, 2018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STATISTICS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>0017 26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124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DEMOCRAT .  .  .  .  .     13   10.48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INDEPENDENT .  .  .  .      2    1.61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REPUBLICAN  .  .  .  .     81   65.32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REGISTERED VOTERS - NONPARTISAN .  .  .  .     28   22.58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 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DEMOCRAT.  .  .  .  .  .  .      6   12.00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INDEPENDENT.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REPUBLICAN .  .  .  .  .  .     42   84.00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BALLOTS CAST - NONPARTISAN.  .  .  .  .  .      2    4.00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40.32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DEMOCRAT  .  .  .  .  .  .          46.15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INDEPENDENT  .  .  .  .  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bookmarkStart w:id="0" w:name="_GoBack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REPUBLICAN.  .  .  .  .  .          51.85</w:t>
      </w:r>
    </w:p>
    <w:bookmarkEnd w:id="0"/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VOTER TURNOUT - NONPARTISAN  .  .  .  .  .           7.14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(Democrat)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Eric Burnette .  .  .  .  .  .  .  .  .  .      1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Michael Byrne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Tim S White.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Raz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Mason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Jamie McLeod-Skinner.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Crary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Jennifer (Jenni)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Neahring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    1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Ed Jones.  .  .  .  .  .  .  .  .  .  .  .      1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Kate Brown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Candace Neville  .  .  .  .  .  .  .  .  .      1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33.33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Solea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Kabakov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1   50.00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50.00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(Republican)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Randy Pollock .  .  .  .  .  .  .  .  .  .      1    2.44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Walden.  .  .  .  .  .  .  .  .  .  .     36   87.80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Paul J Romero Jr .  .  .  .  .  .  .  .  .      4    9.76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Buehler .  .  .  .  .  .  .  .  .  .      4   10.00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Keenan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Bohach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 C Wooldridge.  .  .  .  .  .  .  .  .      9   22.50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Jonathan I Edwards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lll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David W Stauffer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Jeff Smith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W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Tacy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Brett Hyland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Cuff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Sam Carpenter .  .  .  .  .  .  .  .  .  .     27   67.50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Cliff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Bentz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.  .  .     41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Lynn P Findley.  .  .  .  .  .  .  .  .  .     35   97.22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2.78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(Independent)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US Representative, 2nd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R Roberts.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Governor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Dan (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Mr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P)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Pistoresi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>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Skye J Allen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Patrick Starnes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State Representative, 60th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               ********** (NONPARTISAN) **********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Comm. of the Bureau of Labor and Ind.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Lou Ogden  .  .  .  .  .  .  .  .  .  .  .     22   66.67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Val Hoyle  .  .  .  .  .  .  .  .  .  .  .      4   12.12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Jack Howard.  .  .  .  .  .  .  .  .  .  .      7   21.21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Van Pounds .  .  .  .  .  .  .  .  .  .  .     18   54.55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Meagan A Flynn.  .  .  .  .  .  .  .  .  .     15   45.45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Rebecca Duncan.  .  .  .  .  .  .  .  .  .     24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10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Rex Armstrong .  .  .  .  .  .  .  .  .  .     20   68.97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Kyle L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Krohn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 .  .  .  .  .  .  .  .  .  .      9   31.03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James (Jim) C Egan  .  .  .  .  .  .  .  .     28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Erika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Hadlock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26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Judge of the Circuit Court, 8th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Gregory L Baxter .  .  .  .  .  .  .  .  .     37  100.00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2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Mark E Bennett.  .  .  .  .  .  .  .  .  .     41   95.35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4.65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County Commissioner Position 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Mike Downing  .  .  .  .  .  .  .  .  .  .      5   11.11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Bill Harvey.  .  .  .  .  .  .  .  .  .  .     22   48.89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Bruce Nichols .  .  .  .  .  .  .  .  .  .     18   40.00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Justice Of The Peace Baker District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Raymond </w:t>
      </w:r>
      <w:proofErr w:type="spellStart"/>
      <w:r w:rsidRPr="0019469F">
        <w:rPr>
          <w:rFonts w:ascii="Courier New" w:eastAsia="Times New Roman" w:hAnsi="Courier New" w:cs="Courier New"/>
          <w:sz w:val="20"/>
          <w:szCs w:val="20"/>
        </w:rPr>
        <w:t>Duman</w:t>
      </w:r>
      <w:proofErr w:type="spellEnd"/>
      <w:r w:rsidRPr="0019469F">
        <w:rPr>
          <w:rFonts w:ascii="Courier New" w:eastAsia="Times New Roman" w:hAnsi="Courier New" w:cs="Courier New"/>
          <w:sz w:val="20"/>
          <w:szCs w:val="20"/>
        </w:rPr>
        <w:t xml:space="preserve"> .  .  .  .  .  .  .  .  .  .      7   23.33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Josie Hermann .  .  .  .  .  .  .  .  .  .      6   20.00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Brent Kerns.  .  .  .  .  .  .  .  .  .  .     17   56.67</w:t>
      </w:r>
    </w:p>
    <w:p w:rsidR="0019469F" w:rsidRPr="0019469F" w:rsidRDefault="0019469F" w:rsidP="00194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9469F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DC44B4" w:rsidRDefault="0019469F"/>
    <w:sectPr w:rsidR="00DC44B4" w:rsidSect="0019469F">
      <w:pgSz w:w="12240" w:h="15840"/>
      <w:pgMar w:top="720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9F"/>
    <w:rsid w:val="00062058"/>
    <w:rsid w:val="000B4F53"/>
    <w:rsid w:val="001523FB"/>
    <w:rsid w:val="0019469F"/>
    <w:rsid w:val="001A30FE"/>
    <w:rsid w:val="00290C0F"/>
    <w:rsid w:val="002D5E69"/>
    <w:rsid w:val="00353036"/>
    <w:rsid w:val="003E694B"/>
    <w:rsid w:val="0040106E"/>
    <w:rsid w:val="0043471B"/>
    <w:rsid w:val="00457235"/>
    <w:rsid w:val="004D6569"/>
    <w:rsid w:val="0050379A"/>
    <w:rsid w:val="005346B5"/>
    <w:rsid w:val="005F36B7"/>
    <w:rsid w:val="00601AFF"/>
    <w:rsid w:val="006242A8"/>
    <w:rsid w:val="006C186B"/>
    <w:rsid w:val="006D783A"/>
    <w:rsid w:val="006E6540"/>
    <w:rsid w:val="006E6BD5"/>
    <w:rsid w:val="00835C84"/>
    <w:rsid w:val="0091785E"/>
    <w:rsid w:val="00A54B65"/>
    <w:rsid w:val="00A76B0E"/>
    <w:rsid w:val="00BB45BF"/>
    <w:rsid w:val="00BD6A73"/>
    <w:rsid w:val="00BF78BA"/>
    <w:rsid w:val="00C71489"/>
    <w:rsid w:val="00C72C26"/>
    <w:rsid w:val="00D2295E"/>
    <w:rsid w:val="00E40EA7"/>
    <w:rsid w:val="00E55B62"/>
    <w:rsid w:val="00EF35C0"/>
    <w:rsid w:val="00F1555A"/>
    <w:rsid w:val="00FC3A03"/>
    <w:rsid w:val="00FD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E537B8-A2EC-4033-B8F1-D3455A04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4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46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6AA3E8D.dotm</Template>
  <TotalTime>6</TotalTime>
  <Pages>55</Pages>
  <Words>18662</Words>
  <Characters>106377</Characters>
  <Application>Microsoft Office Word</Application>
  <DocSecurity>0</DocSecurity>
  <Lines>886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Secretary of State</Company>
  <LinksUpToDate>false</LinksUpToDate>
  <CharactersWithSpaces>124790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 Mifsud</dc:creator>
  <cp:keywords/>
  <dc:description/>
  <cp:lastModifiedBy>Candy Mifsud</cp:lastModifiedBy>
  <cp:revision>1</cp:revision>
  <dcterms:created xsi:type="dcterms:W3CDTF">2018-06-01T17:01:00Z</dcterms:created>
  <dcterms:modified xsi:type="dcterms:W3CDTF">2018-06-01T17:07:00Z</dcterms:modified>
</cp:coreProperties>
</file>